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EB5808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885D57">
        <w:rPr>
          <w:b/>
          <w:color w:val="FF5200" w:themeColor="accent2"/>
          <w:sz w:val="36"/>
          <w:szCs w:val="36"/>
        </w:rPr>
        <w:t>nabídky</w:t>
      </w:r>
      <w:r w:rsidR="0031280B" w:rsidRPr="00885D57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85D57" w:rsidRPr="00885D57">
        <w:rPr>
          <w:b/>
          <w:color w:val="FF5200" w:themeColor="accent2"/>
          <w:sz w:val="36"/>
          <w:szCs w:val="36"/>
        </w:rPr>
        <w:t>Adobe</w:t>
      </w:r>
      <w:r w:rsidR="00323055">
        <w:rPr>
          <w:b/>
          <w:color w:val="FF5200" w:themeColor="accent2"/>
          <w:sz w:val="36"/>
          <w:szCs w:val="36"/>
        </w:rPr>
        <w:t xml:space="preserve"> </w:t>
      </w:r>
      <w:r w:rsidR="00323055" w:rsidRPr="00885D57">
        <w:rPr>
          <w:b/>
          <w:color w:val="FF5200" w:themeColor="accent2"/>
          <w:sz w:val="36"/>
          <w:szCs w:val="36"/>
        </w:rPr>
        <w:t>licence – obnova</w:t>
      </w:r>
      <w:r w:rsidR="00885D57" w:rsidRPr="00885D57">
        <w:rPr>
          <w:b/>
          <w:color w:val="FF5200" w:themeColor="accent2"/>
          <w:sz w:val="36"/>
          <w:szCs w:val="36"/>
        </w:rPr>
        <w:t xml:space="preserve"> 2025/2026</w:t>
      </w:r>
      <w:r w:rsidR="0031280B" w:rsidRPr="00885D57">
        <w:rPr>
          <w:b/>
          <w:color w:val="FF5200" w:themeColor="accent2"/>
          <w:sz w:val="36"/>
          <w:szCs w:val="36"/>
        </w:rPr>
        <w:t>“</w:t>
      </w:r>
      <w:r w:rsidR="000128D4" w:rsidRPr="00885D5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85D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85D57" w:rsidRPr="00885D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105200/2025-SŽ-GŘ-O8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1D6ECF3" w14:textId="15F7FA9A" w:rsidR="00403A50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2712244" w:history="1">
            <w:r w:rsidR="00403A50" w:rsidRPr="00D86AFC">
              <w:rPr>
                <w:rStyle w:val="Hypertextovodkaz"/>
                <w:noProof/>
              </w:rPr>
              <w:t>Kapitola 1.</w:t>
            </w:r>
            <w:r w:rsidR="00403A5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03A50" w:rsidRPr="00D86AFC">
              <w:rPr>
                <w:rStyle w:val="Hypertextovodkaz"/>
                <w:noProof/>
              </w:rPr>
              <w:t>Základní údaje k nabídce</w:t>
            </w:r>
            <w:r w:rsidR="00403A50">
              <w:rPr>
                <w:noProof/>
                <w:webHidden/>
              </w:rPr>
              <w:tab/>
            </w:r>
            <w:r w:rsidR="00403A50">
              <w:rPr>
                <w:noProof/>
                <w:webHidden/>
              </w:rPr>
              <w:fldChar w:fldCharType="begin"/>
            </w:r>
            <w:r w:rsidR="00403A50">
              <w:rPr>
                <w:noProof/>
                <w:webHidden/>
              </w:rPr>
              <w:instrText xml:space="preserve"> PAGEREF _Toc212712244 \h </w:instrText>
            </w:r>
            <w:r w:rsidR="00403A50">
              <w:rPr>
                <w:noProof/>
                <w:webHidden/>
              </w:rPr>
            </w:r>
            <w:r w:rsidR="00403A50">
              <w:rPr>
                <w:noProof/>
                <w:webHidden/>
              </w:rPr>
              <w:fldChar w:fldCharType="separate"/>
            </w:r>
            <w:r w:rsidR="00403A50">
              <w:rPr>
                <w:noProof/>
                <w:webHidden/>
              </w:rPr>
              <w:t>2</w:t>
            </w:r>
            <w:r w:rsidR="00403A50">
              <w:rPr>
                <w:noProof/>
                <w:webHidden/>
              </w:rPr>
              <w:fldChar w:fldCharType="end"/>
            </w:r>
          </w:hyperlink>
        </w:p>
        <w:p w14:paraId="7D4CD627" w14:textId="228957C7" w:rsidR="00403A50" w:rsidRDefault="00403A5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12245" w:history="1">
            <w:r w:rsidRPr="00D86AF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86AF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_Toc212712245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098FF" w14:textId="352E99F4" w:rsidR="00403A50" w:rsidRDefault="00403A5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12246" w:history="1">
            <w:r w:rsidRPr="00D86AF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86AF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_Toc212712246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A27D0" w14:textId="22C13331" w:rsidR="00403A50" w:rsidRDefault="00403A5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12247" w:history="1">
            <w:r w:rsidRPr="00D86AF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86AF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_Toc212712247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5FA61" w14:textId="67927A59" w:rsidR="00403A50" w:rsidRDefault="00403A5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12248" w:history="1">
            <w:r w:rsidRPr="00D86AF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86AF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_Toc212712248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32E57" w14:textId="53B3792E" w:rsidR="00403A50" w:rsidRDefault="00403A5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12249" w:history="1">
            <w:r w:rsidRPr="00D86AF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86AFC">
              <w:rPr>
                <w:rStyle w:val="Hypertextovodkaz"/>
                <w:noProof/>
              </w:rPr>
              <w:t>Čestné</w:t>
            </w:r>
            <w:r w:rsidRPr="00D86AF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_Toc212712249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305749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271224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ED41017" w:rsidR="00A93A74" w:rsidRPr="00885D57" w:rsidRDefault="00A93A74" w:rsidP="00A134A1">
      <w:pPr>
        <w:spacing w:before="360"/>
      </w:pPr>
      <w:r>
        <w:t xml:space="preserve">Účastník prohlašuje, že veškeré údaje uvedené </w:t>
      </w:r>
      <w:r w:rsidRPr="00885D57">
        <w:t xml:space="preserve">v tomto krycím listu, který je přílohou č. </w:t>
      </w:r>
      <w:r w:rsidR="00B87D91" w:rsidRPr="00885D57">
        <w:t xml:space="preserve">1 </w:t>
      </w:r>
      <w:r w:rsidRPr="00885D57">
        <w:t>Výzvy k podání nabíd</w:t>
      </w:r>
      <w:r w:rsidR="004C76E9" w:rsidRPr="00885D57">
        <w:t>ky</w:t>
      </w:r>
      <w:r w:rsidRPr="00885D57">
        <w:t xml:space="preserve"> na veřejnou zakázku zadávanou</w:t>
      </w:r>
      <w:r w:rsidR="004C76E9" w:rsidRPr="00885D57">
        <w:t xml:space="preserve"> jako </w:t>
      </w:r>
      <w:r w:rsidR="000128D4" w:rsidRPr="00885D57">
        <w:rPr>
          <w:rFonts w:eastAsia="Times New Roman" w:cs="Times New Roman"/>
          <w:lang w:eastAsia="cs-CZ"/>
        </w:rPr>
        <w:t xml:space="preserve">podlimitní sektorovou veřejnou </w:t>
      </w:r>
      <w:r w:rsidR="00885D57" w:rsidRPr="00885D57">
        <w:rPr>
          <w:rFonts w:eastAsia="Times New Roman" w:cs="Times New Roman"/>
          <w:lang w:eastAsia="cs-CZ"/>
        </w:rPr>
        <w:t>zakázku</w:t>
      </w:r>
      <w:r w:rsidRPr="00885D57">
        <w:t>, jsou pravdivé</w:t>
      </w:r>
      <w:r w:rsidR="009771C9" w:rsidRPr="00885D57">
        <w:t>, úplné a odpovídají skutečnosti</w:t>
      </w:r>
      <w:r w:rsidRPr="00885D57">
        <w:t xml:space="preserve">. Účastník si je vědom důsledků záměrného uvedení nepravdivých údajů, které v rovině tohoto </w:t>
      </w:r>
      <w:r w:rsidR="00626DB3" w:rsidRPr="00885D57">
        <w:t xml:space="preserve">výběrového </w:t>
      </w:r>
      <w:r w:rsidRPr="00885D57">
        <w:t xml:space="preserve">řízení </w:t>
      </w:r>
      <w:r w:rsidR="009771C9" w:rsidRPr="00885D57">
        <w:t>mohou vést až k</w:t>
      </w:r>
      <w:r w:rsidRPr="00885D57">
        <w:t xml:space="preserve"> vyloučení Účastníka z </w:t>
      </w:r>
      <w:r w:rsidR="00626DB3" w:rsidRPr="00885D57">
        <w:t xml:space="preserve">výběrového </w:t>
      </w:r>
      <w:r w:rsidRPr="00885D57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885D57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03A5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03A5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2712245"/>
      <w:r>
        <w:lastRenderedPageBreak/>
        <w:t>Ceník</w:t>
      </w:r>
      <w:bookmarkEnd w:id="1"/>
    </w:p>
    <w:p w14:paraId="3E5E9B0F" w14:textId="29B2DB3D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</w:t>
      </w:r>
      <w:r w:rsidRPr="00885D57">
        <w:rPr>
          <w:rStyle w:val="Siln"/>
          <w:b w:val="0"/>
          <w:bCs w:val="0"/>
        </w:rPr>
        <w:t xml:space="preserve">účastníkem vyplněna příloha č. </w:t>
      </w:r>
      <w:r w:rsidR="008D7BDA" w:rsidRPr="008D7BDA">
        <w:rPr>
          <w:rStyle w:val="Siln"/>
          <w:b w:val="0"/>
          <w:bCs w:val="0"/>
        </w:rPr>
        <w:t xml:space="preserve">1 </w:t>
      </w:r>
      <w:r w:rsidR="008D7BDA">
        <w:rPr>
          <w:rStyle w:val="Siln"/>
          <w:b w:val="0"/>
          <w:bCs w:val="0"/>
        </w:rPr>
        <w:t>z</w:t>
      </w:r>
      <w:r w:rsidRPr="00403A50">
        <w:rPr>
          <w:rStyle w:val="Siln"/>
          <w:b w:val="0"/>
          <w:bCs w:val="0"/>
        </w:rPr>
        <w:t>ávazného vzoru smlouvy</w:t>
      </w:r>
      <w:r w:rsidRPr="008D7BDA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271224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27122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271224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27122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4CD82932" w14:textId="0C23B78B" w:rsidR="000B5E1C" w:rsidRPr="008868C0" w:rsidRDefault="000B5E1C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0DAC905F" w14:textId="51450D16" w:rsidR="00B87D91" w:rsidRPr="008868C0" w:rsidRDefault="002126E7" w:rsidP="008868C0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sectPr w:rsidR="00B87D91" w:rsidRPr="008868C0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53145" w14:textId="77777777" w:rsidR="00F9101D" w:rsidRDefault="00F9101D" w:rsidP="00962258">
      <w:pPr>
        <w:spacing w:after="0" w:line="240" w:lineRule="auto"/>
      </w:pPr>
      <w:r>
        <w:separator/>
      </w:r>
    </w:p>
  </w:endnote>
  <w:endnote w:type="continuationSeparator" w:id="0">
    <w:p w14:paraId="5C465989" w14:textId="77777777" w:rsidR="00F9101D" w:rsidRDefault="00F910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1C91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3561B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62B4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CC57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5C1C2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BC52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BB28F" w14:textId="77777777" w:rsidR="00F9101D" w:rsidRDefault="00F9101D" w:rsidP="00962258">
      <w:pPr>
        <w:spacing w:after="0" w:line="240" w:lineRule="auto"/>
      </w:pPr>
      <w:r>
        <w:separator/>
      </w:r>
    </w:p>
  </w:footnote>
  <w:footnote w:type="continuationSeparator" w:id="0">
    <w:p w14:paraId="6E20332B" w14:textId="77777777" w:rsidR="00F9101D" w:rsidRDefault="00F9101D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C321" w14:textId="77777777" w:rsidR="00B327F2" w:rsidRDefault="00B327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43DD4" w14:textId="77777777" w:rsidR="00B327F2" w:rsidRDefault="00B327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3055"/>
    <w:rsid w:val="00341DCF"/>
    <w:rsid w:val="00354C5C"/>
    <w:rsid w:val="00357BC6"/>
    <w:rsid w:val="0036634F"/>
    <w:rsid w:val="00375D95"/>
    <w:rsid w:val="003956C6"/>
    <w:rsid w:val="003B596F"/>
    <w:rsid w:val="003E2FB9"/>
    <w:rsid w:val="00403A50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2407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350E"/>
    <w:rsid w:val="007F56A7"/>
    <w:rsid w:val="00807DD0"/>
    <w:rsid w:val="0084684F"/>
    <w:rsid w:val="00861306"/>
    <w:rsid w:val="008659F3"/>
    <w:rsid w:val="008671B3"/>
    <w:rsid w:val="00882189"/>
    <w:rsid w:val="00885D57"/>
    <w:rsid w:val="008868C0"/>
    <w:rsid w:val="00886D4B"/>
    <w:rsid w:val="00895406"/>
    <w:rsid w:val="008A3568"/>
    <w:rsid w:val="008B1A2C"/>
    <w:rsid w:val="008D03B9"/>
    <w:rsid w:val="008D7BDA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12A2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4ADD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88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327F2"/>
    <w:rsid w:val="00B468D2"/>
    <w:rsid w:val="00B66A3E"/>
    <w:rsid w:val="00B75EE1"/>
    <w:rsid w:val="00B77481"/>
    <w:rsid w:val="00B81CAB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5D27"/>
    <w:rsid w:val="00C87B78"/>
    <w:rsid w:val="00CC0054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101D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1139</Words>
  <Characters>6725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Částková Veronika, DiS.</cp:lastModifiedBy>
  <cp:revision>4</cp:revision>
  <cp:lastPrinted>2023-10-05T09:40:00Z</cp:lastPrinted>
  <dcterms:created xsi:type="dcterms:W3CDTF">2025-10-29T15:12:00Z</dcterms:created>
  <dcterms:modified xsi:type="dcterms:W3CDTF">2025-10-30T09:23:00Z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